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623" w:rsidRDefault="004A259A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4F3C6" wp14:editId="7E3894F2">
                <wp:simplePos x="0" y="0"/>
                <wp:positionH relativeFrom="column">
                  <wp:posOffset>3362325</wp:posOffset>
                </wp:positionH>
                <wp:positionV relativeFrom="paragraph">
                  <wp:posOffset>-666750</wp:posOffset>
                </wp:positionV>
                <wp:extent cx="1933575" cy="107632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A259A">
                              <w:rPr>
                                <w:sz w:val="18"/>
                                <w:szCs w:val="18"/>
                              </w:rPr>
                              <w:t>Home 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64.75pt;margin-top:-52.5pt;width:152.25pt;height:8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" fillcolor="white [3201]" strokeweight=".5pt">
                <v:textbox>
                  <w:txbxContent>
                    <w:p w:rsidR="004A259A" w:rsidRPr="004A259A" w:rsidRDefault="004A259A">
                      <w:pPr>
                        <w:rPr>
                          <w:sz w:val="18"/>
                          <w:szCs w:val="18"/>
                        </w:rPr>
                      </w:pPr>
                      <w:r w:rsidRPr="004A259A">
                        <w:rPr>
                          <w:sz w:val="18"/>
                          <w:szCs w:val="18"/>
                        </w:rPr>
                        <w:t>Home Page</w:t>
                      </w:r>
                    </w:p>
                  </w:txbxContent>
                </v:textbox>
              </v:shape>
            </w:pict>
          </mc:Fallback>
        </mc:AlternateContent>
      </w:r>
      <w:r w:rsidRPr="004A259A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22B061" wp14:editId="01D53FAD">
                <wp:simplePos x="0" y="0"/>
                <wp:positionH relativeFrom="column">
                  <wp:posOffset>2190750</wp:posOffset>
                </wp:positionH>
                <wp:positionV relativeFrom="paragraph">
                  <wp:posOffset>5172075</wp:posOffset>
                </wp:positionV>
                <wp:extent cx="1933575" cy="866775"/>
                <wp:effectExtent l="0" t="0" r="28575" b="2857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27" type="#_x0000_t202" style="position:absolute;margin-left:172.5pt;margin-top:407.25pt;width:152.25pt;height:68.2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259A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F8796E" wp14:editId="135769E7">
                <wp:simplePos x="0" y="0"/>
                <wp:positionH relativeFrom="column">
                  <wp:posOffset>4857750</wp:posOffset>
                </wp:positionH>
                <wp:positionV relativeFrom="paragraph">
                  <wp:posOffset>5172075</wp:posOffset>
                </wp:positionV>
                <wp:extent cx="1933575" cy="819150"/>
                <wp:effectExtent l="0" t="0" r="28575" b="190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28" type="#_x0000_t202" style="position:absolute;margin-left:382.5pt;margin-top:407.25pt;width:152.25pt;height:64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259A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866D8E" wp14:editId="0F25A1A1">
                <wp:simplePos x="0" y="0"/>
                <wp:positionH relativeFrom="column">
                  <wp:posOffset>7343775</wp:posOffset>
                </wp:positionH>
                <wp:positionV relativeFrom="paragraph">
                  <wp:posOffset>5172075</wp:posOffset>
                </wp:positionV>
                <wp:extent cx="1933575" cy="819150"/>
                <wp:effectExtent l="0" t="0" r="28575" b="1905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29" type="#_x0000_t202" style="position:absolute;margin-left:578.25pt;margin-top:407.25pt;width:152.25pt;height:64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259A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B64414" wp14:editId="385E7BA6">
                <wp:simplePos x="0" y="0"/>
                <wp:positionH relativeFrom="column">
                  <wp:posOffset>-209550</wp:posOffset>
                </wp:positionH>
                <wp:positionV relativeFrom="paragraph">
                  <wp:posOffset>5172075</wp:posOffset>
                </wp:positionV>
                <wp:extent cx="1933575" cy="866775"/>
                <wp:effectExtent l="0" t="0" r="28575" b="2857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30" type="#_x0000_t202" style="position:absolute;margin-left:-16.5pt;margin-top:407.25pt;width:152.25pt;height:68.2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259A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BBA549E" wp14:editId="564CE58C">
                <wp:simplePos x="0" y="0"/>
                <wp:positionH relativeFrom="column">
                  <wp:posOffset>2190750</wp:posOffset>
                </wp:positionH>
                <wp:positionV relativeFrom="paragraph">
                  <wp:posOffset>4010025</wp:posOffset>
                </wp:positionV>
                <wp:extent cx="1933575" cy="866775"/>
                <wp:effectExtent l="0" t="0" r="28575" b="2857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1" type="#_x0000_t202" style="position:absolute;margin-left:172.5pt;margin-top:315.75pt;width:152.25pt;height:68.2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259A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0F15E2" wp14:editId="60C759C3">
                <wp:simplePos x="0" y="0"/>
                <wp:positionH relativeFrom="column">
                  <wp:posOffset>4857750</wp:posOffset>
                </wp:positionH>
                <wp:positionV relativeFrom="paragraph">
                  <wp:posOffset>4010025</wp:posOffset>
                </wp:positionV>
                <wp:extent cx="1933575" cy="819150"/>
                <wp:effectExtent l="0" t="0" r="28575" b="1905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2" type="#_x0000_t202" style="position:absolute;margin-left:382.5pt;margin-top:315.75pt;width:152.25pt;height:64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259A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CB85CC" wp14:editId="4CD8DBE5">
                <wp:simplePos x="0" y="0"/>
                <wp:positionH relativeFrom="column">
                  <wp:posOffset>7343775</wp:posOffset>
                </wp:positionH>
                <wp:positionV relativeFrom="paragraph">
                  <wp:posOffset>4010025</wp:posOffset>
                </wp:positionV>
                <wp:extent cx="1933575" cy="819150"/>
                <wp:effectExtent l="0" t="0" r="28575" b="1905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3" type="#_x0000_t202" style="position:absolute;margin-left:578.25pt;margin-top:315.75pt;width:152.25pt;height:64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259A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78B28A" wp14:editId="4F662383">
                <wp:simplePos x="0" y="0"/>
                <wp:positionH relativeFrom="column">
                  <wp:posOffset>-209550</wp:posOffset>
                </wp:positionH>
                <wp:positionV relativeFrom="paragraph">
                  <wp:posOffset>4010025</wp:posOffset>
                </wp:positionV>
                <wp:extent cx="1933575" cy="866775"/>
                <wp:effectExtent l="0" t="0" r="28575" b="28575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4" type="#_x0000_t202" style="position:absolute;margin-left:-16.5pt;margin-top:315.75pt;width:152.25pt;height:68.2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259A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6D2817" wp14:editId="22A7C97B">
                <wp:simplePos x="0" y="0"/>
                <wp:positionH relativeFrom="column">
                  <wp:posOffset>2190750</wp:posOffset>
                </wp:positionH>
                <wp:positionV relativeFrom="paragraph">
                  <wp:posOffset>2857500</wp:posOffset>
                </wp:positionV>
                <wp:extent cx="1933575" cy="866775"/>
                <wp:effectExtent l="0" t="0" r="28575" b="2857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5" type="#_x0000_t202" style="position:absolute;margin-left:172.5pt;margin-top:225pt;width:152.25pt;height:68.2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259A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E94655" wp14:editId="253BEBC5">
                <wp:simplePos x="0" y="0"/>
                <wp:positionH relativeFrom="column">
                  <wp:posOffset>4857750</wp:posOffset>
                </wp:positionH>
                <wp:positionV relativeFrom="paragraph">
                  <wp:posOffset>2857500</wp:posOffset>
                </wp:positionV>
                <wp:extent cx="1933575" cy="819150"/>
                <wp:effectExtent l="0" t="0" r="28575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6" type="#_x0000_t202" style="position:absolute;margin-left:382.5pt;margin-top:225pt;width:152.25pt;height:64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259A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0A396" wp14:editId="0D205BC1">
                <wp:simplePos x="0" y="0"/>
                <wp:positionH relativeFrom="column">
                  <wp:posOffset>7343775</wp:posOffset>
                </wp:positionH>
                <wp:positionV relativeFrom="paragraph">
                  <wp:posOffset>2857500</wp:posOffset>
                </wp:positionV>
                <wp:extent cx="1933575" cy="819150"/>
                <wp:effectExtent l="0" t="0" r="28575" b="190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7" type="#_x0000_t202" style="position:absolute;margin-left:578.25pt;margin-top:225pt;width:152.25pt;height:64.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259A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6CBFAD" wp14:editId="40020B0B">
                <wp:simplePos x="0" y="0"/>
                <wp:positionH relativeFrom="column">
                  <wp:posOffset>-209550</wp:posOffset>
                </wp:positionH>
                <wp:positionV relativeFrom="paragraph">
                  <wp:posOffset>2857500</wp:posOffset>
                </wp:positionV>
                <wp:extent cx="1933575" cy="866775"/>
                <wp:effectExtent l="0" t="0" r="28575" b="2857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8" type="#_x0000_t202" style="position:absolute;margin-left:-16.5pt;margin-top:225pt;width:152.25pt;height:68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259A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6E6B81" wp14:editId="0C1F0AC9">
                <wp:simplePos x="0" y="0"/>
                <wp:positionH relativeFrom="column">
                  <wp:posOffset>2190750</wp:posOffset>
                </wp:positionH>
                <wp:positionV relativeFrom="paragraph">
                  <wp:posOffset>1733550</wp:posOffset>
                </wp:positionV>
                <wp:extent cx="1933575" cy="866775"/>
                <wp:effectExtent l="0" t="0" r="28575" b="285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9" type="#_x0000_t202" style="position:absolute;margin-left:172.5pt;margin-top:136.5pt;width:152.25pt;height:68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259A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ED691C" wp14:editId="37E61178">
                <wp:simplePos x="0" y="0"/>
                <wp:positionH relativeFrom="column">
                  <wp:posOffset>4857750</wp:posOffset>
                </wp:positionH>
                <wp:positionV relativeFrom="paragraph">
                  <wp:posOffset>1733550</wp:posOffset>
                </wp:positionV>
                <wp:extent cx="1933575" cy="819150"/>
                <wp:effectExtent l="0" t="0" r="28575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40" type="#_x0000_t202" style="position:absolute;margin-left:382.5pt;margin-top:136.5pt;width:152.25pt;height:64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259A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38E836" wp14:editId="72311B42">
                <wp:simplePos x="0" y="0"/>
                <wp:positionH relativeFrom="column">
                  <wp:posOffset>7343775</wp:posOffset>
                </wp:positionH>
                <wp:positionV relativeFrom="paragraph">
                  <wp:posOffset>1733550</wp:posOffset>
                </wp:positionV>
                <wp:extent cx="1933575" cy="819150"/>
                <wp:effectExtent l="0" t="0" r="28575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1" type="#_x0000_t202" style="position:absolute;margin-left:578.25pt;margin-top:136.5pt;width:152.25pt;height:64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259A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EFA34B" wp14:editId="645858DF">
                <wp:simplePos x="0" y="0"/>
                <wp:positionH relativeFrom="column">
                  <wp:posOffset>-209550</wp:posOffset>
                </wp:positionH>
                <wp:positionV relativeFrom="paragraph">
                  <wp:posOffset>1733550</wp:posOffset>
                </wp:positionV>
                <wp:extent cx="1933575" cy="866775"/>
                <wp:effectExtent l="0" t="0" r="28575" b="285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42" type="#_x0000_t202" style="position:absolute;margin-left:-16.5pt;margin-top:136.5pt;width:152.25pt;height:68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56610B" wp14:editId="08D5AA68">
                <wp:simplePos x="0" y="0"/>
                <wp:positionH relativeFrom="column">
                  <wp:posOffset>-209550</wp:posOffset>
                </wp:positionH>
                <wp:positionV relativeFrom="paragraph">
                  <wp:posOffset>581025</wp:posOffset>
                </wp:positionV>
                <wp:extent cx="1933575" cy="8667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3" type="#_x0000_t202" style="position:absolute;margin-left:-16.5pt;margin-top:45.75pt;width:152.25pt;height:68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F70F3B" wp14:editId="2C100DCC">
                <wp:simplePos x="0" y="0"/>
                <wp:positionH relativeFrom="column">
                  <wp:posOffset>2190750</wp:posOffset>
                </wp:positionH>
                <wp:positionV relativeFrom="paragraph">
                  <wp:posOffset>581025</wp:posOffset>
                </wp:positionV>
                <wp:extent cx="1933575" cy="8667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44" type="#_x0000_t202" style="position:absolute;margin-left:172.5pt;margin-top:45.75pt;width:152.25pt;height:68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EE09E5" wp14:editId="0CFE9EA4">
                <wp:simplePos x="0" y="0"/>
                <wp:positionH relativeFrom="column">
                  <wp:posOffset>7343775</wp:posOffset>
                </wp:positionH>
                <wp:positionV relativeFrom="paragraph">
                  <wp:posOffset>581025</wp:posOffset>
                </wp:positionV>
                <wp:extent cx="1933575" cy="8191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45" type="#_x0000_t202" style="position:absolute;margin-left:578.25pt;margin-top:45.75pt;width:152.25pt;height:64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18A437" wp14:editId="0F609306">
                <wp:simplePos x="0" y="0"/>
                <wp:positionH relativeFrom="column">
                  <wp:posOffset>4857750</wp:posOffset>
                </wp:positionH>
                <wp:positionV relativeFrom="paragraph">
                  <wp:posOffset>581026</wp:posOffset>
                </wp:positionV>
                <wp:extent cx="1933575" cy="8191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59A" w:rsidRPr="004A259A" w:rsidRDefault="004A259A" w:rsidP="004A25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46" type="#_x0000_t202" style="position:absolute;margin-left:382.5pt;margin-top:45.75pt;width:152.25pt;height:64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" fillcolor="white [3201]" strokeweight=".5pt">
                <v:textbox>
                  <w:txbxContent>
                    <w:p w:rsidR="004A259A" w:rsidRPr="004A259A" w:rsidRDefault="004A259A" w:rsidP="004A259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54623" w:rsidSect="004A259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9A"/>
    <w:rsid w:val="004A259A"/>
    <w:rsid w:val="007346A7"/>
    <w:rsid w:val="007E219D"/>
    <w:rsid w:val="00BA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70E48C43</Template>
  <TotalTime>4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Hejka</dc:creator>
  <cp:lastModifiedBy>Charlotte Hejka</cp:lastModifiedBy>
  <cp:revision>1</cp:revision>
  <dcterms:created xsi:type="dcterms:W3CDTF">2012-09-20T23:44:00Z</dcterms:created>
  <dcterms:modified xsi:type="dcterms:W3CDTF">2012-09-20T23:48:00Z</dcterms:modified>
</cp:coreProperties>
</file>