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87A" w:rsidRDefault="00604EDF">
      <w:r w:rsidRPr="00604EDF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724583" wp14:editId="2EE16F95">
                <wp:simplePos x="0" y="0"/>
                <wp:positionH relativeFrom="column">
                  <wp:posOffset>4171950</wp:posOffset>
                </wp:positionH>
                <wp:positionV relativeFrom="paragraph">
                  <wp:posOffset>4972050</wp:posOffset>
                </wp:positionV>
                <wp:extent cx="2066925" cy="561975"/>
                <wp:effectExtent l="0" t="0" r="28575" b="2857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EDF" w:rsidRPr="00604EDF" w:rsidRDefault="00604EDF" w:rsidP="00604ED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Create a survey by </w:t>
                            </w:r>
                            <w:proofErr w:type="gram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selecting  this</w:t>
                            </w:r>
                            <w:proofErr w:type="gramEnd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button.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328.5pt;margin-top:391.5pt;width:162.75pt;height:44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" fillcolor="white [3201]" strokecolor="white [3212]" strokeweight=".5pt">
                <v:textbox>
                  <w:txbxContent>
                    <w:p w:rsidR="00604EDF" w:rsidRPr="00604EDF" w:rsidRDefault="00604EDF" w:rsidP="00604EDF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 xml:space="preserve">Create a survey by </w:t>
                      </w:r>
                      <w:proofErr w:type="gram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selecting  this</w:t>
                      </w:r>
                      <w:proofErr w:type="gramEnd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 xml:space="preserve"> button.</w:t>
                      </w:r>
                    </w:p>
                  </w:txbxContent>
                </v:textbox>
              </v:shape>
            </w:pict>
          </mc:Fallback>
        </mc:AlternateContent>
      </w:r>
      <w:r w:rsidRPr="00604EDF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DF70D0" wp14:editId="68F7C5F5">
                <wp:simplePos x="0" y="0"/>
                <wp:positionH relativeFrom="column">
                  <wp:posOffset>2286000</wp:posOffset>
                </wp:positionH>
                <wp:positionV relativeFrom="paragraph">
                  <wp:posOffset>5143500</wp:posOffset>
                </wp:positionV>
                <wp:extent cx="1885316" cy="295275"/>
                <wp:effectExtent l="38100" t="57150" r="19685" b="16192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85316" cy="295275"/>
                        </a:xfrm>
                        <a:prstGeom prst="straightConnector1">
                          <a:avLst/>
                        </a:prstGeom>
                        <a:ln w="762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180pt;margin-top:405pt;width:148.45pt;height:23.2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" strokecolor="black [3040]" strokeweight="6pt">
                <v:stroke endarrow="open"/>
              </v:shape>
            </w:pict>
          </mc:Fallback>
        </mc:AlternateContent>
      </w:r>
      <w:r w:rsidRPr="00604EDF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CCA985" wp14:editId="7F8FF8C7">
                <wp:simplePos x="0" y="0"/>
                <wp:positionH relativeFrom="column">
                  <wp:posOffset>4371975</wp:posOffset>
                </wp:positionH>
                <wp:positionV relativeFrom="paragraph">
                  <wp:posOffset>266065</wp:posOffset>
                </wp:positionV>
                <wp:extent cx="2066925" cy="1228725"/>
                <wp:effectExtent l="0" t="0" r="28575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EDF" w:rsidRPr="00604EDF" w:rsidRDefault="00604EDF" w:rsidP="00604ED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Sign up using your school email…keep the same username and password you use for </w:t>
                            </w:r>
                            <w:proofErr w:type="spellStart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wikispaces</w:t>
                            </w:r>
                            <w:proofErr w:type="spellEnd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344.25pt;margin-top:20.95pt;width:162.75pt;height:96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" fillcolor="white [3201]" strokecolor="white [3212]" strokeweight=".5pt">
                <v:textbox>
                  <w:txbxContent>
                    <w:p w:rsidR="00604EDF" w:rsidRPr="00604EDF" w:rsidRDefault="00604EDF" w:rsidP="00604EDF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 xml:space="preserve">Sign up using your school email…keep the same username and password you use for </w:t>
                      </w:r>
                      <w:proofErr w:type="spellStart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wikispaces</w:t>
                      </w:r>
                      <w:proofErr w:type="spellEnd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C0087A">
        <w:rPr>
          <w:noProof/>
          <w:lang w:eastAsia="en-AU"/>
        </w:rPr>
        <w:drawing>
          <wp:inline distT="0" distB="0" distL="0" distR="0" wp14:anchorId="5147E39A" wp14:editId="4DF367C8">
            <wp:extent cx="5731510" cy="3579495"/>
            <wp:effectExtent l="0" t="0" r="254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7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4EDF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E13F86" wp14:editId="154E9F52">
                <wp:simplePos x="0" y="0"/>
                <wp:positionH relativeFrom="column">
                  <wp:posOffset>2905125</wp:posOffset>
                </wp:positionH>
                <wp:positionV relativeFrom="paragraph">
                  <wp:posOffset>438150</wp:posOffset>
                </wp:positionV>
                <wp:extent cx="1466215" cy="752475"/>
                <wp:effectExtent l="38100" t="38100" r="19685" b="6667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215" cy="752475"/>
                        </a:xfrm>
                        <a:prstGeom prst="straightConnector1">
                          <a:avLst/>
                        </a:prstGeom>
                        <a:ln w="762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228.75pt;margin-top:34.5pt;width:115.45pt;height:59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" strokecolor="black [3040]" strokeweight="6pt">
                <v:stroke endarrow="open"/>
              </v:shape>
            </w:pict>
          </mc:Fallback>
        </mc:AlternateContent>
      </w:r>
      <w:r w:rsidR="00C0087A">
        <w:rPr>
          <w:noProof/>
          <w:lang w:eastAsia="en-AU"/>
        </w:rPr>
        <w:drawing>
          <wp:inline distT="0" distB="0" distL="0" distR="0" wp14:anchorId="0442C3A4" wp14:editId="10581C8F">
            <wp:extent cx="5724525" cy="4819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81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087A">
        <w:rPr>
          <w:noProof/>
          <w:lang w:eastAsia="en-AU"/>
        </w:rPr>
        <w:lastRenderedPageBreak/>
        <w:drawing>
          <wp:inline distT="0" distB="0" distL="0" distR="0" wp14:anchorId="08FAC5D0" wp14:editId="17836481">
            <wp:extent cx="5770514" cy="2381250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514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87A" w:rsidRDefault="00604EDF">
      <w:r w:rsidRPr="00604EDF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6BE71D" wp14:editId="238DED33">
                <wp:simplePos x="0" y="0"/>
                <wp:positionH relativeFrom="column">
                  <wp:posOffset>4219575</wp:posOffset>
                </wp:positionH>
                <wp:positionV relativeFrom="paragraph">
                  <wp:posOffset>-2419350</wp:posOffset>
                </wp:positionV>
                <wp:extent cx="2066925" cy="876300"/>
                <wp:effectExtent l="0" t="0" r="2857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EDF" w:rsidRPr="00604EDF" w:rsidRDefault="00604EDF" w:rsidP="00604ED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Name your survey like this but also add your name to the end.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332.25pt;margin-top:-190.5pt;width:162.75pt;height:6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" fillcolor="white [3201]" strokecolor="white [3212]" strokeweight=".5pt">
                <v:textbox>
                  <w:txbxContent>
                    <w:p w:rsidR="00604EDF" w:rsidRPr="00604EDF" w:rsidRDefault="00604EDF" w:rsidP="00604EDF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Name your survey like this but also add your name to the end.</w:t>
                      </w:r>
                    </w:p>
                  </w:txbxContent>
                </v:textbox>
              </v:shape>
            </w:pict>
          </mc:Fallback>
        </mc:AlternateContent>
      </w:r>
      <w:r w:rsidRPr="00604EDF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263972" wp14:editId="0A768F80">
                <wp:simplePos x="0" y="0"/>
                <wp:positionH relativeFrom="column">
                  <wp:posOffset>2752725</wp:posOffset>
                </wp:positionH>
                <wp:positionV relativeFrom="paragraph">
                  <wp:posOffset>-2247900</wp:posOffset>
                </wp:positionV>
                <wp:extent cx="1466215" cy="752475"/>
                <wp:effectExtent l="38100" t="38100" r="19685" b="6667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215" cy="752475"/>
                        </a:xfrm>
                        <a:prstGeom prst="straightConnector1">
                          <a:avLst/>
                        </a:prstGeom>
                        <a:ln w="762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216.75pt;margin-top:-177pt;width:115.45pt;height:59.2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" strokecolor="black [3040]" strokeweight="6pt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E659F3" wp14:editId="101598D2">
                <wp:simplePos x="0" y="0"/>
                <wp:positionH relativeFrom="column">
                  <wp:posOffset>3248025</wp:posOffset>
                </wp:positionH>
                <wp:positionV relativeFrom="paragraph">
                  <wp:posOffset>1276350</wp:posOffset>
                </wp:positionV>
                <wp:extent cx="1466216" cy="114300"/>
                <wp:effectExtent l="0" t="190500" r="0" b="1333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66216" cy="114300"/>
                        </a:xfrm>
                        <a:prstGeom prst="straightConnector1">
                          <a:avLst/>
                        </a:prstGeom>
                        <a:ln w="762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8" o:spid="_x0000_s1026" type="#_x0000_t32" style="position:absolute;margin-left:255.75pt;margin-top:100.5pt;width:115.45pt;height:9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" strokecolor="black [3040]" strokeweight="6pt">
                <v:stroke endarrow="ope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6C7CC" wp14:editId="7F3BB6F2">
                <wp:simplePos x="0" y="0"/>
                <wp:positionH relativeFrom="column">
                  <wp:posOffset>4714875</wp:posOffset>
                </wp:positionH>
                <wp:positionV relativeFrom="paragraph">
                  <wp:posOffset>1219200</wp:posOffset>
                </wp:positionV>
                <wp:extent cx="2066925" cy="40005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EDF" w:rsidRPr="00604EDF" w:rsidRDefault="00604ED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604EDF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Close this box.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7" o:spid="_x0000_s1029" type="#_x0000_t202" style="position:absolute;margin-left:371.25pt;margin-top:96pt;width:162.7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" fillcolor="white [3201]" strokecolor="white [3212]" strokeweight=".5pt">
                <v:textbox>
                  <w:txbxContent>
                    <w:p w:rsidR="00604EDF" w:rsidRPr="00604EDF" w:rsidRDefault="00604EDF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604EDF">
                        <w:rPr>
                          <w:b/>
                          <w:i/>
                          <w:sz w:val="28"/>
                          <w:szCs w:val="28"/>
                        </w:rPr>
                        <w:t>Close this box.</w:t>
                      </w:r>
                    </w:p>
                  </w:txbxContent>
                </v:textbox>
              </v:shape>
            </w:pict>
          </mc:Fallback>
        </mc:AlternateContent>
      </w:r>
      <w:r w:rsidR="00C0087A">
        <w:rPr>
          <w:noProof/>
          <w:lang w:eastAsia="en-AU"/>
        </w:rPr>
        <w:drawing>
          <wp:inline distT="0" distB="0" distL="0" distR="0">
            <wp:extent cx="4886325" cy="28479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87A" w:rsidRDefault="00604EDF">
      <w:r w:rsidRPr="00604EDF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FD3748" wp14:editId="733E78A1">
                <wp:simplePos x="0" y="0"/>
                <wp:positionH relativeFrom="column">
                  <wp:posOffset>4371975</wp:posOffset>
                </wp:positionH>
                <wp:positionV relativeFrom="paragraph">
                  <wp:posOffset>266700</wp:posOffset>
                </wp:positionV>
                <wp:extent cx="2066925" cy="428625"/>
                <wp:effectExtent l="0" t="0" r="28575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EDF" w:rsidRPr="00604EDF" w:rsidRDefault="00604EDF" w:rsidP="00604ED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Choose a theme colour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0" type="#_x0000_t202" style="position:absolute;margin-left:344.25pt;margin-top:21pt;width:162.75pt;height:33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" fillcolor="white [3201]" strokecolor="white [3212]" strokeweight=".5pt">
                <v:textbox>
                  <w:txbxContent>
                    <w:p w:rsidR="00604EDF" w:rsidRPr="00604EDF" w:rsidRDefault="00604EDF" w:rsidP="00604EDF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Choose a theme colour</w:t>
                      </w:r>
                    </w:p>
                  </w:txbxContent>
                </v:textbox>
              </v:shape>
            </w:pict>
          </mc:Fallback>
        </mc:AlternateContent>
      </w:r>
      <w:r w:rsidR="000E3FB8">
        <w:rPr>
          <w:noProof/>
          <w:lang w:eastAsia="en-AU"/>
        </w:rPr>
        <w:drawing>
          <wp:inline distT="0" distB="0" distL="0" distR="0" wp14:anchorId="3EA6B086" wp14:editId="1BCEDE39">
            <wp:extent cx="3990975" cy="34575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4EDF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2FE681" wp14:editId="4AAACCBD">
                <wp:simplePos x="0" y="0"/>
                <wp:positionH relativeFrom="column">
                  <wp:posOffset>2905125</wp:posOffset>
                </wp:positionH>
                <wp:positionV relativeFrom="paragraph">
                  <wp:posOffset>438150</wp:posOffset>
                </wp:positionV>
                <wp:extent cx="1466215" cy="752475"/>
                <wp:effectExtent l="38100" t="38100" r="19685" b="6667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215" cy="752475"/>
                        </a:xfrm>
                        <a:prstGeom prst="straightConnector1">
                          <a:avLst/>
                        </a:prstGeom>
                        <a:ln w="762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228.75pt;margin-top:34.5pt;width:115.45pt;height:59.2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" strokecolor="black [3040]" strokeweight="6pt">
                <v:stroke endarrow="open"/>
              </v:shape>
            </w:pict>
          </mc:Fallback>
        </mc:AlternateContent>
      </w:r>
    </w:p>
    <w:p w:rsidR="000E3FB8" w:rsidRDefault="00604EDF">
      <w:r w:rsidRPr="00604EDF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DDC8F1" wp14:editId="6672AB9A">
                <wp:simplePos x="0" y="0"/>
                <wp:positionH relativeFrom="column">
                  <wp:posOffset>3429000</wp:posOffset>
                </wp:positionH>
                <wp:positionV relativeFrom="paragraph">
                  <wp:posOffset>1028700</wp:posOffset>
                </wp:positionV>
                <wp:extent cx="1018540" cy="1323975"/>
                <wp:effectExtent l="38100" t="38100" r="48260" b="4762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8540" cy="1323975"/>
                        </a:xfrm>
                        <a:prstGeom prst="straightConnector1">
                          <a:avLst/>
                        </a:prstGeom>
                        <a:ln w="762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270pt;margin-top:81pt;width:80.2pt;height:104.2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" strokecolor="black [3040]" strokeweight="6pt">
                <v:stroke endarrow="open"/>
              </v:shape>
            </w:pict>
          </mc:Fallback>
        </mc:AlternateContent>
      </w:r>
      <w:r w:rsidRPr="00604EDF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20C8E7" wp14:editId="56C843CC">
                <wp:simplePos x="0" y="0"/>
                <wp:positionH relativeFrom="column">
                  <wp:posOffset>4448175</wp:posOffset>
                </wp:positionH>
                <wp:positionV relativeFrom="paragraph">
                  <wp:posOffset>857250</wp:posOffset>
                </wp:positionV>
                <wp:extent cx="2066925" cy="1352550"/>
                <wp:effectExtent l="0" t="0" r="28575" b="190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EDF" w:rsidRPr="00604EDF" w:rsidRDefault="00604EDF" w:rsidP="00604ED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Then begin adding/creating your questions…see the next page for more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1" type="#_x0000_t202" style="position:absolute;margin-left:350.25pt;margin-top:67.5pt;width:162.75pt;height:106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" fillcolor="white [3201]" strokecolor="white [3212]" strokeweight=".5pt">
                <v:textbox>
                  <w:txbxContent>
                    <w:p w:rsidR="00604EDF" w:rsidRPr="00604EDF" w:rsidRDefault="00604EDF" w:rsidP="00604EDF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Then begin adding/creating your questions…see the next page for more information</w:t>
                      </w:r>
                    </w:p>
                  </w:txbxContent>
                </v:textbox>
              </v:shape>
            </w:pict>
          </mc:Fallback>
        </mc:AlternateContent>
      </w:r>
      <w:r w:rsidR="000E3FB8">
        <w:rPr>
          <w:noProof/>
          <w:lang w:eastAsia="en-AU"/>
        </w:rPr>
        <w:drawing>
          <wp:inline distT="0" distB="0" distL="0" distR="0" wp14:anchorId="7BDCD062" wp14:editId="61334905">
            <wp:extent cx="5724525" cy="35718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FB8" w:rsidRDefault="00604EDF">
      <w:r w:rsidRPr="00604EDF"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C98100" wp14:editId="7566C5D2">
                <wp:simplePos x="0" y="0"/>
                <wp:positionH relativeFrom="column">
                  <wp:posOffset>2905125</wp:posOffset>
                </wp:positionH>
                <wp:positionV relativeFrom="paragraph">
                  <wp:posOffset>438150</wp:posOffset>
                </wp:positionV>
                <wp:extent cx="1466215" cy="600075"/>
                <wp:effectExtent l="38100" t="38100" r="19685" b="8572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215" cy="600075"/>
                        </a:xfrm>
                        <a:prstGeom prst="straightConnector1">
                          <a:avLst/>
                        </a:prstGeom>
                        <a:ln w="762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228.75pt;margin-top:34.5pt;width:115.45pt;height:47.2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" strokecolor="black [3040]" strokeweight="6pt">
                <v:stroke endarrow="open"/>
              </v:shape>
            </w:pict>
          </mc:Fallback>
        </mc:AlternateContent>
      </w:r>
      <w:r w:rsidRPr="00604ED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1F6ED4" wp14:editId="6CEB90E2">
                <wp:simplePos x="0" y="0"/>
                <wp:positionH relativeFrom="column">
                  <wp:posOffset>4371975</wp:posOffset>
                </wp:positionH>
                <wp:positionV relativeFrom="paragraph">
                  <wp:posOffset>266700</wp:posOffset>
                </wp:positionV>
                <wp:extent cx="2066925" cy="323850"/>
                <wp:effectExtent l="0" t="0" r="28575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EDF" w:rsidRPr="00604EDF" w:rsidRDefault="00604EDF" w:rsidP="00604ED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Type your question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margin-left:344.25pt;margin-top:21pt;width:162.75pt;height:25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" fillcolor="white [3201]" strokecolor="white [3212]" strokeweight=".5pt">
                <v:textbox>
                  <w:txbxContent>
                    <w:p w:rsidR="00604EDF" w:rsidRPr="00604EDF" w:rsidRDefault="00604EDF" w:rsidP="00604EDF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Type your question here</w:t>
                      </w:r>
                    </w:p>
                  </w:txbxContent>
                </v:textbox>
              </v:shape>
            </w:pict>
          </mc:Fallback>
        </mc:AlternateContent>
      </w:r>
      <w:r w:rsidR="000E3FB8">
        <w:rPr>
          <w:noProof/>
          <w:lang w:eastAsia="en-AU"/>
        </w:rPr>
        <w:drawing>
          <wp:inline distT="0" distB="0" distL="0" distR="0" wp14:anchorId="24220E16" wp14:editId="49832FB1">
            <wp:extent cx="5743575" cy="27527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FB8" w:rsidRDefault="00604EDF">
      <w:r w:rsidRPr="00604EDF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D22563" wp14:editId="23F10190">
                <wp:simplePos x="0" y="0"/>
                <wp:positionH relativeFrom="column">
                  <wp:posOffset>3676650</wp:posOffset>
                </wp:positionH>
                <wp:positionV relativeFrom="paragraph">
                  <wp:posOffset>1266826</wp:posOffset>
                </wp:positionV>
                <wp:extent cx="2066925" cy="914400"/>
                <wp:effectExtent l="0" t="0" r="28575" b="190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EDF" w:rsidRPr="00604EDF" w:rsidRDefault="00604EDF" w:rsidP="00604ED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Choose a question type…I like multiple choice (only one answer)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3" type="#_x0000_t202" style="position:absolute;margin-left:289.5pt;margin-top:99.75pt;width:162.75pt;height:1in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" fillcolor="white [3201]" strokecolor="white [3212]" strokeweight=".5pt">
                <v:textbox>
                  <w:txbxContent>
                    <w:p w:rsidR="00604EDF" w:rsidRPr="00604EDF" w:rsidRDefault="00604EDF" w:rsidP="00604EDF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Choose a question type…I like multiple choice (only one answer)</w:t>
                      </w:r>
                    </w:p>
                  </w:txbxContent>
                </v:textbox>
              </v:shape>
            </w:pict>
          </mc:Fallback>
        </mc:AlternateContent>
      </w:r>
      <w:r w:rsidRPr="00604ED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8D310A" wp14:editId="669F4976">
                <wp:simplePos x="0" y="0"/>
                <wp:positionH relativeFrom="column">
                  <wp:posOffset>2047875</wp:posOffset>
                </wp:positionH>
                <wp:positionV relativeFrom="paragraph">
                  <wp:posOffset>1438275</wp:posOffset>
                </wp:positionV>
                <wp:extent cx="1628140" cy="323850"/>
                <wp:effectExtent l="38100" t="38100" r="10160" b="15240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28140" cy="323850"/>
                        </a:xfrm>
                        <a:prstGeom prst="straightConnector1">
                          <a:avLst/>
                        </a:prstGeom>
                        <a:ln w="762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161.25pt;margin-top:113.25pt;width:128.2pt;height:25.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" strokecolor="black [3040]" strokeweight="6pt">
                <v:stroke endarrow="open"/>
              </v:shape>
            </w:pict>
          </mc:Fallback>
        </mc:AlternateContent>
      </w:r>
      <w:r w:rsidR="000E3FB8">
        <w:rPr>
          <w:noProof/>
          <w:lang w:eastAsia="en-AU"/>
        </w:rPr>
        <w:drawing>
          <wp:inline distT="0" distB="0" distL="0" distR="0" wp14:anchorId="54B46831" wp14:editId="280E0089">
            <wp:extent cx="5705475" cy="38195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FB8" w:rsidRDefault="00604EDF">
      <w:r w:rsidRPr="00604EDF"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A566A4" wp14:editId="685F7E43">
                <wp:simplePos x="0" y="0"/>
                <wp:positionH relativeFrom="column">
                  <wp:posOffset>3190875</wp:posOffset>
                </wp:positionH>
                <wp:positionV relativeFrom="paragraph">
                  <wp:posOffset>1628775</wp:posOffset>
                </wp:positionV>
                <wp:extent cx="1466215" cy="752475"/>
                <wp:effectExtent l="38100" t="38100" r="19685" b="6667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215" cy="752475"/>
                        </a:xfrm>
                        <a:prstGeom prst="straightConnector1">
                          <a:avLst/>
                        </a:prstGeom>
                        <a:ln w="762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4" o:spid="_x0000_s1026" type="#_x0000_t32" style="position:absolute;margin-left:251.25pt;margin-top:128.25pt;width:115.45pt;height:59.2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" strokecolor="black [3040]" strokeweight="6pt">
                <v:stroke endarrow="open"/>
              </v:shape>
            </w:pict>
          </mc:Fallback>
        </mc:AlternateContent>
      </w:r>
      <w:r w:rsidRPr="00604EDF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DCC7FD" wp14:editId="78F126DF">
                <wp:simplePos x="0" y="0"/>
                <wp:positionH relativeFrom="column">
                  <wp:posOffset>4371975</wp:posOffset>
                </wp:positionH>
                <wp:positionV relativeFrom="paragraph">
                  <wp:posOffset>266065</wp:posOffset>
                </wp:positionV>
                <wp:extent cx="2066925" cy="1266825"/>
                <wp:effectExtent l="0" t="0" r="28575" b="2857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EDF" w:rsidRPr="00604EDF" w:rsidRDefault="00604EDF" w:rsidP="00604ED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My example…you’ll need to make at least five questions but no more than 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4" type="#_x0000_t202" style="position:absolute;margin-left:344.25pt;margin-top:20.95pt;width:162.75pt;height:99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" fillcolor="white [3201]" strokecolor="white [3212]" strokeweight=".5pt">
                <v:textbox>
                  <w:txbxContent>
                    <w:p w:rsidR="00604EDF" w:rsidRPr="00604EDF" w:rsidRDefault="00604EDF" w:rsidP="00604EDF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My example…you’ll need to make at least five questions but no more than eight</w:t>
                      </w:r>
                    </w:p>
                  </w:txbxContent>
                </v:textbox>
              </v:shape>
            </w:pict>
          </mc:Fallback>
        </mc:AlternateContent>
      </w:r>
      <w:r w:rsidR="000E3FB8">
        <w:rPr>
          <w:noProof/>
          <w:lang w:eastAsia="en-AU"/>
        </w:rPr>
        <w:drawing>
          <wp:inline distT="0" distB="0" distL="0" distR="0" wp14:anchorId="566D43C7" wp14:editId="38CE126B">
            <wp:extent cx="5514975" cy="61055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610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FB8" w:rsidRDefault="00604EDF">
      <w:r w:rsidRPr="00604EDF"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77FDF1" wp14:editId="5D55F9F0">
                <wp:simplePos x="0" y="0"/>
                <wp:positionH relativeFrom="column">
                  <wp:posOffset>2657475</wp:posOffset>
                </wp:positionH>
                <wp:positionV relativeFrom="paragraph">
                  <wp:posOffset>1724025</wp:posOffset>
                </wp:positionV>
                <wp:extent cx="1466215" cy="752475"/>
                <wp:effectExtent l="38100" t="38100" r="19685" b="6667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215" cy="752475"/>
                        </a:xfrm>
                        <a:prstGeom prst="straightConnector1">
                          <a:avLst/>
                        </a:prstGeom>
                        <a:ln w="762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209.25pt;margin-top:135.75pt;width:115.45pt;height:59.2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" strokecolor="black [3040]" strokeweight="6pt">
                <v:stroke endarrow="open"/>
              </v:shape>
            </w:pict>
          </mc:Fallback>
        </mc:AlternateContent>
      </w:r>
      <w:r w:rsidRPr="00604EDF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6261E6" wp14:editId="47529C1B">
                <wp:simplePos x="0" y="0"/>
                <wp:positionH relativeFrom="column">
                  <wp:posOffset>4124325</wp:posOffset>
                </wp:positionH>
                <wp:positionV relativeFrom="paragraph">
                  <wp:posOffset>1552575</wp:posOffset>
                </wp:positionV>
                <wp:extent cx="2066925" cy="876300"/>
                <wp:effectExtent l="0" t="0" r="28575" b="1905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EDF" w:rsidRPr="00604EDF" w:rsidRDefault="00604EDF" w:rsidP="00604ED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Add one question at a time and then save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5" type="#_x0000_t202" style="position:absolute;margin-left:324.75pt;margin-top:122.25pt;width:162.75pt;height:69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" fillcolor="white [3201]" strokecolor="white [3212]" strokeweight=".5pt">
                <v:textbox>
                  <w:txbxContent>
                    <w:p w:rsidR="00604EDF" w:rsidRPr="00604EDF" w:rsidRDefault="00604EDF" w:rsidP="00604EDF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Add one question at a time and then save</w:t>
                      </w:r>
                    </w:p>
                  </w:txbxContent>
                </v:textbox>
              </v:shape>
            </w:pict>
          </mc:Fallback>
        </mc:AlternateContent>
      </w:r>
      <w:r w:rsidR="000E3FB8">
        <w:rPr>
          <w:noProof/>
          <w:lang w:eastAsia="en-AU"/>
        </w:rPr>
        <w:drawing>
          <wp:inline distT="0" distB="0" distL="0" distR="0" wp14:anchorId="473B92B2" wp14:editId="53779D2A">
            <wp:extent cx="4562475" cy="3016387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939" cy="302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FB8" w:rsidRDefault="00604EDF">
      <w:r w:rsidRPr="00604EDF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18321F" wp14:editId="154782F7">
                <wp:simplePos x="0" y="0"/>
                <wp:positionH relativeFrom="column">
                  <wp:posOffset>4181475</wp:posOffset>
                </wp:positionH>
                <wp:positionV relativeFrom="paragraph">
                  <wp:posOffset>384175</wp:posOffset>
                </wp:positionV>
                <wp:extent cx="2066925" cy="409575"/>
                <wp:effectExtent l="0" t="0" r="28575" b="2857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4EDF" w:rsidRPr="00604EDF" w:rsidRDefault="00604EDF" w:rsidP="00604EDF">
                            <w:pP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Email me this link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36" type="#_x0000_t202" style="position:absolute;margin-left:329.25pt;margin-top:30.25pt;width:162.75pt;height:32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" fillcolor="white [3201]" strokecolor="white [3212]" strokeweight=".5pt">
                <v:textbox>
                  <w:txbxContent>
                    <w:p w:rsidR="00604EDF" w:rsidRPr="00604EDF" w:rsidRDefault="00604EDF" w:rsidP="00604EDF">
                      <w:pPr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b/>
                          <w:i/>
                          <w:sz w:val="28"/>
                          <w:szCs w:val="28"/>
                        </w:rPr>
                        <w:t>Email me this link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604EDF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4A6C9B" wp14:editId="6C354009">
                <wp:simplePos x="0" y="0"/>
                <wp:positionH relativeFrom="column">
                  <wp:posOffset>2713990</wp:posOffset>
                </wp:positionH>
                <wp:positionV relativeFrom="paragraph">
                  <wp:posOffset>555625</wp:posOffset>
                </wp:positionV>
                <wp:extent cx="1466215" cy="752475"/>
                <wp:effectExtent l="38100" t="38100" r="19685" b="6667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6215" cy="752475"/>
                        </a:xfrm>
                        <a:prstGeom prst="straightConnector1">
                          <a:avLst/>
                        </a:prstGeom>
                        <a:ln w="7620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213.7pt;margin-top:43.75pt;width:115.45pt;height:59.2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" strokecolor="black [3040]" strokeweight="6pt">
                <v:stroke endarrow="open"/>
              </v:shape>
            </w:pict>
          </mc:Fallback>
        </mc:AlternateContent>
      </w:r>
      <w:r w:rsidR="000E3FB8">
        <w:rPr>
          <w:noProof/>
          <w:lang w:eastAsia="en-AU"/>
        </w:rPr>
        <w:drawing>
          <wp:inline distT="0" distB="0" distL="0" distR="0" wp14:anchorId="4B6E63C2" wp14:editId="64F5DCF2">
            <wp:extent cx="5067300" cy="2301785"/>
            <wp:effectExtent l="0" t="0" r="0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30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FB8" w:rsidRDefault="000E3FB8">
      <w:r>
        <w:t xml:space="preserve">Email me your survey: </w:t>
      </w:r>
      <w:hyperlink r:id="rId16" w:history="1">
        <w:r w:rsidRPr="00BE6BEF">
          <w:rPr>
            <w:rStyle w:val="Hyperlink"/>
          </w:rPr>
          <w:t>chejka@cabra.catholic.edu.au</w:t>
        </w:r>
      </w:hyperlink>
    </w:p>
    <w:p w:rsidR="000E3FB8" w:rsidRDefault="000E3FB8">
      <w:r>
        <w:t>When I open your survey it will present like this:</w:t>
      </w:r>
    </w:p>
    <w:p w:rsidR="000E3FB8" w:rsidRDefault="000E3FB8">
      <w:r>
        <w:rPr>
          <w:noProof/>
          <w:lang w:eastAsia="en-AU"/>
        </w:rPr>
        <w:drawing>
          <wp:inline distT="0" distB="0" distL="0" distR="0">
            <wp:extent cx="5172075" cy="2577446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257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3F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87A"/>
    <w:rsid w:val="000E3FB8"/>
    <w:rsid w:val="00604EDF"/>
    <w:rsid w:val="007E219D"/>
    <w:rsid w:val="00BA763C"/>
    <w:rsid w:val="00C0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3F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0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87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3F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hyperlink" Target="mailto:chejka@cabra.catholic.edu.au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21C48E5B</Template>
  <TotalTime>30</TotalTime>
  <Pages>6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Hejka</dc:creator>
  <cp:lastModifiedBy>Charlotte Hejka</cp:lastModifiedBy>
  <cp:revision>1</cp:revision>
  <cp:lastPrinted>2012-07-23T07:14:00Z</cp:lastPrinted>
  <dcterms:created xsi:type="dcterms:W3CDTF">2012-07-23T06:54:00Z</dcterms:created>
  <dcterms:modified xsi:type="dcterms:W3CDTF">2012-07-23T07:24:00Z</dcterms:modified>
</cp:coreProperties>
</file>